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</w:t>
      </w:r>
      <w:proofErr w:type="spellStart"/>
      <w:r w:rsidR="002A22BF" w:rsidRPr="00801088">
        <w:rPr>
          <w:rFonts w:ascii="Corbel" w:hAnsi="Corbel"/>
          <w:bCs/>
          <w:i/>
        </w:rPr>
        <w:t>UR</w:t>
      </w:r>
      <w:proofErr w:type="spellEnd"/>
      <w:r w:rsidR="002A22BF" w:rsidRPr="00801088">
        <w:rPr>
          <w:rFonts w:ascii="Corbel" w:hAnsi="Corbel"/>
          <w:bCs/>
          <w:i/>
        </w:rPr>
        <w:t xml:space="preserve">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7FF82268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01088" w:rsidRPr="00801088">
        <w:rPr>
          <w:rFonts w:ascii="Corbel" w:hAnsi="Corbel"/>
          <w:smallCaps/>
          <w:sz w:val="24"/>
          <w:szCs w:val="24"/>
        </w:rPr>
        <w:t>2020-2023</w:t>
      </w:r>
    </w:p>
    <w:p w14:paraId="1EE6B5CF" w14:textId="6B2897F8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801088" w:rsidRPr="00801088">
        <w:rPr>
          <w:rFonts w:ascii="Corbel" w:hAnsi="Corbel"/>
          <w:sz w:val="20"/>
          <w:szCs w:val="20"/>
        </w:rPr>
        <w:t>2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801088" w:rsidRPr="00801088">
        <w:rPr>
          <w:rFonts w:ascii="Corbel" w:hAnsi="Corbel"/>
          <w:sz w:val="20"/>
          <w:szCs w:val="20"/>
        </w:rPr>
        <w:t>3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801088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1692E26A" w:rsidR="002C2B25" w:rsidRPr="004A36FB" w:rsidRDefault="004A36F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36F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801088">
        <w:rPr>
          <w:rFonts w:ascii="Corbel" w:hAnsi="Corbel"/>
          <w:sz w:val="24"/>
          <w:szCs w:val="24"/>
        </w:rPr>
        <w:t>ECTS</w:t>
      </w:r>
      <w:proofErr w:type="spellEnd"/>
      <w:r w:rsidRPr="00801088">
        <w:rPr>
          <w:rFonts w:ascii="Corbel" w:hAnsi="Corbel"/>
          <w:sz w:val="24"/>
          <w:szCs w:val="24"/>
        </w:rPr>
        <w:t xml:space="preserve">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Wykł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Konw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Sem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Prakt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613CB335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3FD73A23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5B4CCBE6" w14:textId="3B166C0F" w:rsidR="009C54AE" w:rsidRPr="00801088" w:rsidRDefault="00626C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3DF235AC">
        <w:rPr>
          <w:rFonts w:ascii="Corbel" w:hAnsi="Corbel"/>
          <w:b w:val="0"/>
          <w:smallCaps w:val="0"/>
        </w:rPr>
        <w:t>egzamin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303C34ED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10C74157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</w:t>
            </w:r>
            <w:bookmarkStart w:id="1" w:name="_GoBack"/>
            <w:bookmarkEnd w:id="1"/>
            <w:r w:rsidRPr="00801088">
              <w:rPr>
                <w:rFonts w:ascii="Corbel" w:hAnsi="Corbel"/>
                <w:sz w:val="24"/>
                <w:szCs w:val="24"/>
              </w:rPr>
              <w:t>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Branding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>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Marketing online –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instrumenty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formy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 xml:space="preserve">z wykorzystaniem platformy MS </w:t>
      </w:r>
      <w:proofErr w:type="spellStart"/>
      <w:r>
        <w:rPr>
          <w:rFonts w:ascii="Corbel" w:hAnsi="Corbel"/>
          <w:b w:val="0"/>
          <w:smallCaps w:val="0"/>
          <w:szCs w:val="20"/>
        </w:rPr>
        <w:t>Teams</w:t>
      </w:r>
      <w:proofErr w:type="spellEnd"/>
      <w:r>
        <w:rPr>
          <w:rFonts w:ascii="Corbel" w:hAnsi="Corbel"/>
          <w:b w:val="0"/>
          <w:smallCaps w:val="0"/>
          <w:szCs w:val="20"/>
        </w:rPr>
        <w:t>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2C1B13A9" w:rsidR="0085747A" w:rsidRPr="00801088" w:rsidRDefault="000E158B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t</w:t>
            </w:r>
            <w:r w:rsidR="00942E17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owy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C921BA0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6622AA88" w:rsidR="0085747A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2B5E9D48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przedmiotu: egzamin pisemny w formie testu </w:t>
            </w:r>
            <w:r w:rsidR="00801088">
              <w:rPr>
                <w:rFonts w:ascii="Corbel" w:hAnsi="Corbel"/>
                <w:sz w:val="24"/>
                <w:szCs w:val="24"/>
              </w:rPr>
              <w:t>–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min. 5</w:t>
            </w:r>
            <w:r w:rsidR="00801088">
              <w:rPr>
                <w:rFonts w:ascii="Corbel" w:hAnsi="Corbel"/>
                <w:sz w:val="24"/>
                <w:szCs w:val="24"/>
              </w:rPr>
              <w:t>1</w:t>
            </w:r>
            <w:r w:rsidRPr="00801088">
              <w:rPr>
                <w:rFonts w:ascii="Corbel" w:hAnsi="Corbel"/>
                <w:sz w:val="24"/>
                <w:szCs w:val="24"/>
              </w:rPr>
              <w:t>% pytań z prawidłową odpowiedzią.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0108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01088">
        <w:rPr>
          <w:rFonts w:ascii="Corbel" w:hAnsi="Corbel"/>
          <w:b/>
          <w:sz w:val="24"/>
          <w:szCs w:val="24"/>
        </w:rPr>
        <w:t xml:space="preserve">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3B7BAE17" w:rsidR="0085747A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36A09D90" w:rsidR="00C61DC5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7777777" w:rsidR="0085747A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7</w:t>
            </w:r>
            <w:r w:rsidR="00942E17"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0108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69447E" w14:textId="77777777" w:rsidR="0085747A" w:rsidRPr="00801088" w:rsidRDefault="00C03BB5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0108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</w:t>
            </w:r>
            <w:proofErr w:type="spellStart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Niestrój</w:t>
            </w:r>
            <w:proofErr w:type="spellEnd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Kotler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Ph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H.,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Setiawan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I., (przekł. Dorota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Gasper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Wiktor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D2650" w14:textId="77777777" w:rsidR="002D5DE4" w:rsidRDefault="002D5DE4" w:rsidP="00C16ABF">
      <w:pPr>
        <w:spacing w:after="0" w:line="240" w:lineRule="auto"/>
      </w:pPr>
      <w:r>
        <w:separator/>
      </w:r>
    </w:p>
  </w:endnote>
  <w:endnote w:type="continuationSeparator" w:id="0">
    <w:p w14:paraId="17BAFC5A" w14:textId="77777777" w:rsidR="002D5DE4" w:rsidRDefault="002D5D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9FE73" w14:textId="77777777" w:rsidR="002D5DE4" w:rsidRDefault="002D5DE4" w:rsidP="00C16ABF">
      <w:pPr>
        <w:spacing w:after="0" w:line="240" w:lineRule="auto"/>
      </w:pPr>
      <w:r>
        <w:separator/>
      </w:r>
    </w:p>
  </w:footnote>
  <w:footnote w:type="continuationSeparator" w:id="0">
    <w:p w14:paraId="4F9A4377" w14:textId="77777777" w:rsidR="002D5DE4" w:rsidRDefault="002D5DE4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5DE4"/>
    <w:rsid w:val="002D63A6"/>
    <w:rsid w:val="002D73D4"/>
    <w:rsid w:val="002F02A3"/>
    <w:rsid w:val="002F4ABE"/>
    <w:rsid w:val="00300300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6FB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00C8A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BF24A-28B8-4AAA-857B-85EC420A4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F44B09-DC1A-4143-9E43-01B2BF9F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945</Words>
  <Characters>5674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14</cp:revision>
  <cp:lastPrinted>2019-02-06T12:12:00Z</cp:lastPrinted>
  <dcterms:created xsi:type="dcterms:W3CDTF">2020-11-17T18:26:00Z</dcterms:created>
  <dcterms:modified xsi:type="dcterms:W3CDTF">2020-12-18T12:42:00Z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